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E46" w:rsidRDefault="00393E46" w:rsidP="00777419">
      <w:pPr>
        <w:spacing w:after="66"/>
        <w:ind w:left="0" w:firstLine="0"/>
        <w:jc w:val="left"/>
      </w:pPr>
      <w:bookmarkStart w:id="0" w:name="_GoBack"/>
      <w:bookmarkEnd w:id="0"/>
      <w:r>
        <w:rPr>
          <w:sz w:val="18"/>
        </w:rPr>
        <w:t xml:space="preserve"> </w:t>
      </w:r>
      <w:r>
        <w:rPr>
          <w:b/>
        </w:rPr>
        <w:t xml:space="preserve">ALLEGATO 2 </w:t>
      </w:r>
    </w:p>
    <w:p w:rsidR="00393E46" w:rsidRDefault="00393E46">
      <w:pPr>
        <w:spacing w:after="73"/>
        <w:ind w:left="0" w:firstLine="0"/>
        <w:jc w:val="left"/>
      </w:pPr>
      <w:r>
        <w:rPr>
          <w:b/>
        </w:rPr>
        <w:t xml:space="preserve"> </w:t>
      </w:r>
    </w:p>
    <w:p w:rsidR="00393E46" w:rsidRDefault="00393E46">
      <w:pPr>
        <w:spacing w:after="65"/>
        <w:ind w:left="10" w:right="-15"/>
        <w:jc w:val="center"/>
      </w:pPr>
      <w:r>
        <w:rPr>
          <w:b/>
        </w:rPr>
        <w:t xml:space="preserve">DICHIARAZIONE SOSTITUTIVA DI CERTIFICAZIONE (art.46 D.P.R. n° 445/2000) </w:t>
      </w:r>
    </w:p>
    <w:p w:rsidR="00393E46" w:rsidRDefault="00393E46">
      <w:pPr>
        <w:spacing w:after="67"/>
        <w:ind w:left="0" w:firstLine="0"/>
        <w:jc w:val="left"/>
      </w:pPr>
      <w:r>
        <w:rPr>
          <w:i/>
          <w:sz w:val="18"/>
        </w:rPr>
        <w:t xml:space="preserve"> </w:t>
      </w:r>
    </w:p>
    <w:p w:rsidR="00393E46" w:rsidRDefault="00393E46">
      <w:r>
        <w:t xml:space="preserve">Il/La sottoscritt__ _____________________________________ nato/a a _________________________________________ </w:t>
      </w:r>
    </w:p>
    <w:p w:rsidR="00393E46" w:rsidRDefault="00393E46">
      <w:pPr>
        <w:spacing w:after="39"/>
        <w:ind w:left="0" w:firstLine="0"/>
        <w:jc w:val="left"/>
      </w:pPr>
      <w:r>
        <w:t xml:space="preserve"> </w:t>
      </w:r>
    </w:p>
    <w:p w:rsidR="00393E46" w:rsidRDefault="00393E46">
      <w:r>
        <w:t xml:space="preserve">Prov. ___________ il ________________________ in qualità di titolare/legale rappresentante </w:t>
      </w:r>
    </w:p>
    <w:p w:rsidR="00393E46" w:rsidRDefault="00393E46">
      <w:pPr>
        <w:spacing w:after="39"/>
        <w:ind w:left="0" w:firstLine="0"/>
        <w:jc w:val="left"/>
      </w:pPr>
      <w:r>
        <w:t xml:space="preserve"> </w:t>
      </w:r>
    </w:p>
    <w:p w:rsidR="00393E46" w:rsidRDefault="00393E46">
      <w:r>
        <w:t xml:space="preserve">della Ditta  ___________________________________________________________________________________ </w:t>
      </w:r>
    </w:p>
    <w:p w:rsidR="00393E46" w:rsidRDefault="00393E46">
      <w:pPr>
        <w:spacing w:after="37"/>
        <w:ind w:left="0" w:firstLine="0"/>
        <w:jc w:val="left"/>
      </w:pPr>
      <w:r>
        <w:t xml:space="preserve"> </w:t>
      </w:r>
    </w:p>
    <w:p w:rsidR="00393E46" w:rsidRDefault="00393E46">
      <w:r>
        <w:t xml:space="preserve">con sede legale in  __________________________ Prov. ______ Via ___________________________n________ </w:t>
      </w:r>
    </w:p>
    <w:p w:rsidR="00393E46" w:rsidRDefault="00393E46">
      <w:pPr>
        <w:spacing w:after="39"/>
        <w:ind w:left="0" w:firstLine="0"/>
        <w:jc w:val="left"/>
      </w:pPr>
      <w:r>
        <w:t xml:space="preserve"> </w:t>
      </w:r>
    </w:p>
    <w:p w:rsidR="00393E46" w:rsidRDefault="00393E46">
      <w:r>
        <w:t xml:space="preserve">Codice Fiscale/Partita I.V.A.  _____________________________________________________________________ </w:t>
      </w:r>
    </w:p>
    <w:p w:rsidR="00393E46" w:rsidRDefault="00393E46">
      <w:pPr>
        <w:spacing w:after="42"/>
        <w:ind w:left="0" w:firstLine="0"/>
        <w:jc w:val="left"/>
      </w:pPr>
      <w:r>
        <w:t xml:space="preserve"> </w:t>
      </w:r>
    </w:p>
    <w:p w:rsidR="00393E46" w:rsidRDefault="00393E46">
      <w:r>
        <w:t xml:space="preserve">Consapevole delle sanzioni penali, nel caso di dichiarazioni non veritiere , di formazione o uso di atti falsi, richiamate dall’art.76 del D.P.R. n°445/2000; </w:t>
      </w:r>
    </w:p>
    <w:p w:rsidR="00393E46" w:rsidRDefault="00393E46">
      <w:pPr>
        <w:spacing w:after="65"/>
        <w:ind w:left="10" w:right="-15"/>
        <w:jc w:val="center"/>
      </w:pPr>
      <w:r>
        <w:rPr>
          <w:b/>
        </w:rPr>
        <w:t xml:space="preserve">DICHIARA </w:t>
      </w:r>
    </w:p>
    <w:p w:rsidR="00393E46" w:rsidRDefault="00393E46">
      <w:r>
        <w:t xml:space="preserve">che il medesimo e </w:t>
      </w:r>
      <w:smartTag w:uri="urn:schemas-microsoft-com:office:smarttags" w:element="PersonName">
        <w:smartTagPr>
          <w:attr w:name="ProductID" w:val="la Ditta"/>
        </w:smartTagPr>
        <w:r>
          <w:t>la Ditta</w:t>
        </w:r>
      </w:smartTag>
      <w:r>
        <w:t xml:space="preserve"> da lui rappresentata non sono mai incorsi in provvedimento che comportano l’incapacità a contrattare con </w:t>
      </w:r>
      <w:smartTag w:uri="urn:schemas-microsoft-com:office:smarttags" w:element="PersonName">
        <w:smartTagPr>
          <w:attr w:name="ProductID" w:val="la Pubblica Amministrazione"/>
        </w:smartTagPr>
        <w:r>
          <w:t>la Pubblica Amministrazione</w:t>
        </w:r>
      </w:smartTag>
      <w:r>
        <w:t xml:space="preserve">; di essere in regola con gli obblighi relativi al pagamento dei contributi previdenziali ed assistenziali per eventuali lavoratori dipendenti; di essere iscritto alla C.C.I.A.A di _________________ al n. ________________ in data ________________________ alla seguente categoria ____________________________________, con oggetto: _______________________________________________________; </w:t>
      </w:r>
    </w:p>
    <w:p w:rsidR="00393E46" w:rsidRDefault="00393E46">
      <w:r>
        <w:t xml:space="preserve">(eventualmente) in quanto cooperativa o consorzio di cooperative, di essere regolarmente iscritto nel registro prefettizio </w:t>
      </w:r>
    </w:p>
    <w:p w:rsidR="00393E46" w:rsidRDefault="00393E46">
      <w:r>
        <w:t xml:space="preserve">/schedario generale della cooperazione di _____________________; di essere iscritto all’I.N.P.S. sede di __________________________ matricola n°______________________________; di essere iscritto all’I.N.A.I.L. sede di ________________________ matricola n° ______________________________; di non aver riportato condanne penali e di non avere procedimenti penali pendenti; che nilla risulta a proprio carico nel casellario giudiziale generale alla Procura della Repubblica presso il Tribunale di </w:t>
      </w:r>
    </w:p>
    <w:p w:rsidR="00393E46" w:rsidRDefault="00393E46">
      <w:r>
        <w:t xml:space="preserve">________________________________; </w:t>
      </w:r>
    </w:p>
    <w:p w:rsidR="00393E46" w:rsidRPr="00777419" w:rsidRDefault="00393E46">
      <w:pPr>
        <w:rPr>
          <w:sz w:val="16"/>
          <w:szCs w:val="16"/>
        </w:rPr>
      </w:pPr>
      <w:r w:rsidRPr="00777419">
        <w:rPr>
          <w:sz w:val="16"/>
          <w:szCs w:val="16"/>
        </w:rPr>
        <w:t xml:space="preserve">di non essere in stato di fallimento, di liquidazione ovvero di non avere in corso procedimenti per la dichiarazione di una di tali situazioni; di non aver subito condanne con sentenze passate in giudicato, per qualsiasi reato che incida sulla propria moralità professionale, o per delitti finanziari; di non essere stato sottoposto a  misura di prevenzione e di non essere a conoscenza della esistenza a proprio carico e dei propri conviventi di procedimenti in corso per l’applicazione delle misure di prevenzione di cui alla Legge 575/1965 come succ. integrata e modificata, né di cause ostative all’iscrizione negli albi di appaltatori o fornitori pubblici; di non essere a conoscenza che nei confronti della ditta/consorzio/società _______________________________________ di cui il sottoscritto è il legale rappresentante dal ___________________sussista alcun provvedimento giudiziario interdittivo disposto ai sensi della Legge 575/1965 come succ. integrata e  modificata e che conseguentemente non sussistono cause di divieto, decadenza o sospensione di cui alla Legge 575/1965 come succ. integrata e modificata; di accettare senza condizione o riserva alcuna, tutte le norme e disposizioni contenute nell’Avviso; di applicare a favore dei lavoratori dipendenti condizioni giuridiche retributive non inferiori a quelle risultanti dai Contratti di lavoro; l’inesistenza delle cause di esclusione indicate nell’art. 80 del D. Lgs n°50/2016; che non sussistono a proprio carico ed a carico dell’impresa rappresentata procedimenti in corso per l’applicazione delle misure di prevenzione di cui all’art.3 della Legge 1423/1956 o di alcuna delle cause ostative previste dall’art.10 della Legge </w:t>
      </w:r>
    </w:p>
    <w:p w:rsidR="00393E46" w:rsidRPr="00777419" w:rsidRDefault="00393E46">
      <w:pPr>
        <w:rPr>
          <w:sz w:val="16"/>
          <w:szCs w:val="16"/>
        </w:rPr>
      </w:pPr>
      <w:r w:rsidRPr="00777419">
        <w:rPr>
          <w:sz w:val="16"/>
          <w:szCs w:val="16"/>
        </w:rPr>
        <w:t xml:space="preserve">575/1965 come succ. integrata e modificata; che nei confronti dell’impresa non è stata irrogata la sanzione amministrativa dell’interdizione all’esercizio dell’attività o del divieto di contrarre con </w:t>
      </w:r>
      <w:smartTag w:uri="urn:schemas-microsoft-com:office:smarttags" w:element="PersonName">
        <w:smartTagPr>
          <w:attr w:name="ProductID" w:val="la Pubblica Amministrazione"/>
        </w:smartTagPr>
        <w:r w:rsidRPr="00777419">
          <w:rPr>
            <w:sz w:val="16"/>
            <w:szCs w:val="16"/>
          </w:rPr>
          <w:t>la Pubblica Amministrazione</w:t>
        </w:r>
      </w:smartTag>
      <w:r w:rsidRPr="00777419">
        <w:rPr>
          <w:sz w:val="16"/>
          <w:szCs w:val="16"/>
        </w:rPr>
        <w:t xml:space="preserve"> di cui all’art. 9 comma 2 lett. a) e c) del D. Lgs. n°231/2001; che l’impresa non si è avvalsa dei piani individuali di emersione di cui alla Legge 383/2001, ovvero che si è avvalsa dei piani individuali di emersione di cui alla Legge 383/2001 e che il periodo di emersione si è concluso; che l’impresa rappresentata non è assoggettabile agli obblighi di cui alla Legge 68/1999 in quanto l’organico della stessa non supera i 15 dipendenti ovvero che l’impresa rappresentata non è assoggettabile agli obblighi di cui alla Legge 68/1999 in quanto pur avendo un organico compreso tra 15 e 35 dipendenti, la stessa non ha effettuato nuove assunzioni successivamente al 18/01/2000 ovvero che l’impresa rappresentata è soggetta agli obblighi di cui alla Legge 68/1999 in quanto l’organico della stessa supera i 35 dipendenti e che ha ottemperato alle disposizioni della predetta normativa ovvero che l’impresa rappresentata è sogetta agli obblighi di cui alla Legge 68/1999 in quanto pur avendo un organico compreso tra  15 e 35 dipendenti sono state effettuate nuove assunzioni al 18/01/2000 e che ha ottemperato alle disposizioni della predetta normativa; di disporre di organico adeguato allo svolgimento delle prestazioni richieste; che non si trova in alcuna delle posizioni o condizioni ostative previste dalla vigente legislazione in materia di lotta alla delinquenza di tipo mafioso; che il servizio di assistenza è garantito per tutta la durata del progetto; di essere informato, ai sensi della vigente normativa in materia di protezione dei dati personali, che i dati personali raccolti saranno trattati, anche con strumenti informatici, esclusivamente nell’ambito del procedimento per il quale la presente dichiarazione viene resa; </w:t>
      </w:r>
    </w:p>
    <w:p w:rsidR="00393E46" w:rsidRPr="00777419" w:rsidRDefault="00393E46">
      <w:pPr>
        <w:rPr>
          <w:sz w:val="16"/>
          <w:szCs w:val="16"/>
        </w:rPr>
      </w:pPr>
      <w:r w:rsidRPr="00777419">
        <w:rPr>
          <w:sz w:val="16"/>
          <w:szCs w:val="16"/>
        </w:rPr>
        <w:t xml:space="preserve">di non trovarsi in situazioni di controllo o di collegamento (formale e/o sostanziale) con altri concorrenti e che non si è accordato e non si accorderà con altri partecipanti alla selezione; che la propria offerta è improntata a serietà, integrità, indipendenza e segretezza; di impegnarsi a conformare i propri comportamenti ai principi di lealtà trasparenza e correttezza; </w:t>
      </w:r>
    </w:p>
    <w:p w:rsidR="00393E46" w:rsidRPr="00777419" w:rsidRDefault="00393E46">
      <w:pPr>
        <w:rPr>
          <w:sz w:val="16"/>
          <w:szCs w:val="16"/>
        </w:rPr>
      </w:pPr>
      <w:r w:rsidRPr="00777419">
        <w:rPr>
          <w:sz w:val="16"/>
          <w:szCs w:val="16"/>
        </w:rPr>
        <w:t xml:space="preserve">che non si è accordato e non si accorderà con altri partecipanti alla gara per limitare od eludere in alcun modo la concorrenza; che in caso di aggiudicazione si obbliga espressamente a segnalare qualsiasi tentativo di turbativa, irregolarità o distorsione nelle fasi di svolgimento della gara e/o durante l’esecuzione del contratto, da parte di ogni interessato o addetto o di chiunque possa influenzare le decisioni relative alla selezione in oggetto; di obbligarsi espressamente a collaborare con le forze di polizia, denunciando ogni tentativo di estorsione, intimidazione o condizionamento di natura criminale (richiesta di tangenti, pressioni per indirizzare l’assunzione di personale o l’affidamento si sub-appalti a determinate imprese, danneggiamenti/furti di beni personali o in cantiere, ecc.). </w:t>
      </w:r>
    </w:p>
    <w:p w:rsidR="00393E46" w:rsidRPr="00777419" w:rsidRDefault="00393E46">
      <w:pPr>
        <w:spacing w:after="73"/>
        <w:ind w:left="0" w:firstLine="0"/>
        <w:jc w:val="left"/>
        <w:rPr>
          <w:sz w:val="16"/>
          <w:szCs w:val="16"/>
        </w:rPr>
      </w:pPr>
      <w:r w:rsidRPr="00777419">
        <w:rPr>
          <w:sz w:val="16"/>
          <w:szCs w:val="16"/>
        </w:rPr>
        <w:t xml:space="preserve"> </w:t>
      </w:r>
    </w:p>
    <w:p w:rsidR="00393E46" w:rsidRDefault="00393E46">
      <w:pPr>
        <w:spacing w:after="73"/>
        <w:ind w:left="0" w:firstLine="0"/>
        <w:jc w:val="left"/>
      </w:pPr>
      <w:r w:rsidRPr="00777419">
        <w:rPr>
          <w:sz w:val="16"/>
          <w:szCs w:val="16"/>
        </w:rPr>
        <w:t xml:space="preserve"> </w:t>
      </w:r>
      <w:r>
        <w:t xml:space="preserve">_________________li, ______________________  </w:t>
      </w:r>
    </w:p>
    <w:p w:rsidR="00393E46" w:rsidRDefault="00393E46"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Il Dichiarante </w:t>
      </w:r>
    </w:p>
    <w:p w:rsidR="00393E46" w:rsidRDefault="00393E46" w:rsidP="00640120"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__________________________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</w:t>
      </w:r>
    </w:p>
    <w:sectPr w:rsidR="00393E46" w:rsidSect="00E32256">
      <w:pgSz w:w="11900" w:h="16840"/>
      <w:pgMar w:top="323" w:right="699" w:bottom="621" w:left="113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0E51"/>
    <w:rsid w:val="001A1821"/>
    <w:rsid w:val="00393E46"/>
    <w:rsid w:val="004C0E51"/>
    <w:rsid w:val="00640120"/>
    <w:rsid w:val="00777419"/>
    <w:rsid w:val="008C2150"/>
    <w:rsid w:val="00CA41DA"/>
    <w:rsid w:val="00E32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256"/>
    <w:pPr>
      <w:spacing w:after="74"/>
      <w:ind w:left="-5" w:hanging="10"/>
      <w:jc w:val="both"/>
    </w:pPr>
    <w:rPr>
      <w:rFonts w:ascii="Times New Roman" w:hAnsi="Times New Roman"/>
      <w:color w:val="000000"/>
      <w:sz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1039</Words>
  <Characters>5925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ALLEGATO 2 </dc:title>
  <dc:subject/>
  <dc:creator>IST CPMPR DAVOLI</dc:creator>
  <cp:keywords/>
  <dc:description/>
  <cp:lastModifiedBy>pc1</cp:lastModifiedBy>
  <cp:revision>2</cp:revision>
  <dcterms:created xsi:type="dcterms:W3CDTF">2016-06-22T11:56:00Z</dcterms:created>
  <dcterms:modified xsi:type="dcterms:W3CDTF">2016-06-22T11:56:00Z</dcterms:modified>
</cp:coreProperties>
</file>